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9DB2A" w14:textId="77777777" w:rsidR="00DD6BA5" w:rsidRDefault="007F03B3">
      <w:pPr>
        <w:pStyle w:val="Heading1"/>
      </w:pPr>
      <w:bookmarkStart w:id="0" w:name="_Toc370037312"/>
      <w:r>
        <w:rPr>
          <w:rFonts w:cs="Calibri"/>
          <w:sz w:val="32"/>
          <w:szCs w:val="32"/>
        </w:rPr>
        <w:t>Letter of Invitation</w:t>
      </w:r>
      <w:bookmarkEnd w:id="0"/>
    </w:p>
    <w:p w14:paraId="6A69B55E" w14:textId="77777777" w:rsidR="00DD6BA5" w:rsidRDefault="007F03B3">
      <w:pPr>
        <w:pStyle w:val="Heading1"/>
      </w:pPr>
      <w:r>
        <w:t>REQUEST FOR PROPOSAL</w:t>
      </w:r>
    </w:p>
    <w:p w14:paraId="745FD28D" w14:textId="77777777" w:rsidR="00DD6BA5" w:rsidRDefault="00DD6BA5">
      <w:pPr>
        <w:jc w:val="both"/>
        <w:rPr>
          <w:rFonts w:ascii="Calibri" w:hAnsi="Calibri" w:cs="Calibri"/>
        </w:rPr>
      </w:pPr>
    </w:p>
    <w:p w14:paraId="1B1D71A6" w14:textId="77777777" w:rsidR="00DD6BA5" w:rsidRDefault="007F03B3">
      <w:pPr>
        <w:ind w:left="4320" w:firstLine="720"/>
        <w:jc w:val="both"/>
        <w:rPr>
          <w:rFonts w:ascii="Calibri" w:hAnsi="Calibri" w:cs="Calibri"/>
          <w:b/>
        </w:rPr>
      </w:pPr>
      <w:bookmarkStart w:id="1" w:name="Ministry"/>
      <w:r>
        <w:rPr>
          <w:rFonts w:ascii="Calibri" w:hAnsi="Calibri" w:cs="Calibri"/>
          <w:b/>
        </w:rPr>
        <w:t xml:space="preserve">Ministry of </w:t>
      </w:r>
      <w:bookmarkEnd w:id="1"/>
      <w:r>
        <w:rPr>
          <w:rFonts w:ascii="Calibri" w:hAnsi="Calibri" w:cs="Calibri"/>
          <w:b/>
        </w:rPr>
        <w:t>Health and Medical Services</w:t>
      </w:r>
    </w:p>
    <w:p w14:paraId="539D9BAF" w14:textId="77777777" w:rsidR="00DD6BA5" w:rsidRDefault="007F03B3">
      <w:pPr>
        <w:ind w:left="4320" w:firstLine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Nawerewere</w:t>
      </w:r>
    </w:p>
    <w:p w14:paraId="606A731F" w14:textId="77777777" w:rsidR="00DD6BA5" w:rsidRDefault="007F03B3">
      <w:pPr>
        <w:ind w:left="4320" w:firstLine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Tarawa</w:t>
      </w:r>
    </w:p>
    <w:p w14:paraId="6ECF5156" w14:textId="77777777" w:rsidR="00DD6BA5" w:rsidRDefault="007F03B3">
      <w:pPr>
        <w:ind w:left="4320" w:firstLine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Republic of Kiribati</w:t>
      </w:r>
    </w:p>
    <w:p w14:paraId="227051B8" w14:textId="77777777" w:rsidR="00DD6BA5" w:rsidRDefault="00DD6BA5">
      <w:pPr>
        <w:tabs>
          <w:tab w:val="right" w:leader="dot" w:pos="8640"/>
        </w:tabs>
        <w:rPr>
          <w:rFonts w:ascii="Calibri" w:hAnsi="Calibri" w:cs="Calibri"/>
        </w:rPr>
      </w:pPr>
    </w:p>
    <w:p w14:paraId="49FBD4E3" w14:textId="77777777" w:rsidR="00DD6BA5" w:rsidRDefault="007F03B3">
      <w:pPr>
        <w:tabs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5D22E885" w14:textId="77777777" w:rsidR="00DD6BA5" w:rsidRDefault="00DD6BA5">
      <w:pPr>
        <w:tabs>
          <w:tab w:val="right" w:leader="dot" w:pos="8640"/>
        </w:tabs>
        <w:rPr>
          <w:rFonts w:ascii="Calibri" w:hAnsi="Calibri" w:cs="Calibri"/>
        </w:rPr>
      </w:pPr>
    </w:p>
    <w:p w14:paraId="1F3F3147" w14:textId="77777777" w:rsidR="00DD6BA5" w:rsidRDefault="007F03B3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>The Ministry of Health and Medical Services invites Proposals from Tenderers to execute the Works described in this Request for Proposal (RFP)</w:t>
      </w:r>
      <w:r>
        <w:rPr>
          <w:rFonts w:ascii="Calibri" w:hAnsi="Calibri" w:cs="Calibri" w:hint="eastAsia"/>
          <w:lang w:eastAsia="ko-KR"/>
        </w:rPr>
        <w:t xml:space="preserve"> </w:t>
      </w:r>
      <w:r>
        <w:rPr>
          <w:rFonts w:ascii="Calibri" w:hAnsi="Calibri" w:cs="Calibri"/>
          <w:lang w:eastAsia="ko-KR"/>
        </w:rPr>
        <w:t>as below.</w:t>
      </w:r>
    </w:p>
    <w:p w14:paraId="5652270A" w14:textId="34F6CCB1" w:rsidR="00DD6BA5" w:rsidRDefault="007F03B3">
      <w:pPr>
        <w:pStyle w:val="Heading2"/>
        <w:tabs>
          <w:tab w:val="left" w:pos="2835"/>
        </w:tabs>
        <w:rPr>
          <w:b w:val="0"/>
          <w:bCs/>
          <w:sz w:val="24"/>
          <w:szCs w:val="24"/>
          <w:lang w:val="en-US" w:eastAsia="ko-KR"/>
        </w:rPr>
      </w:pPr>
      <w:bookmarkStart w:id="2" w:name="_Ref384989099"/>
      <w:bookmarkStart w:id="3" w:name="_Ref385265302"/>
      <w:bookmarkStart w:id="4" w:name="_Ref374243803"/>
      <w:bookmarkStart w:id="5" w:name="_Ref371928515"/>
      <w:r>
        <w:rPr>
          <w:sz w:val="24"/>
          <w:szCs w:val="24"/>
        </w:rPr>
        <w:t>Procurement No:</w:t>
      </w:r>
      <w:r>
        <w:rPr>
          <w:sz w:val="24"/>
          <w:szCs w:val="24"/>
        </w:rPr>
        <w:tab/>
      </w:r>
      <w:bookmarkEnd w:id="2"/>
      <w:bookmarkEnd w:id="3"/>
      <w:bookmarkEnd w:id="4"/>
      <w:bookmarkEnd w:id="5"/>
      <w:r>
        <w:rPr>
          <w:sz w:val="24"/>
          <w:szCs w:val="24"/>
          <w:lang w:val="en-US"/>
        </w:rPr>
        <w:t>22-W00</w:t>
      </w:r>
      <w:r w:rsidR="005C661A">
        <w:rPr>
          <w:sz w:val="24"/>
          <w:szCs w:val="24"/>
          <w:lang w:val="en-US"/>
        </w:rPr>
        <w:t>2-22</w:t>
      </w:r>
    </w:p>
    <w:p w14:paraId="28B097F4" w14:textId="3F073686" w:rsidR="00DD6BA5" w:rsidRDefault="007F03B3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>
        <w:rPr>
          <w:rFonts w:cs="Calibri"/>
          <w:sz w:val="24"/>
        </w:rPr>
        <w:tab/>
      </w:r>
      <w:r w:rsidR="003702CD">
        <w:rPr>
          <w:rFonts w:cs="Calibri"/>
          <w:sz w:val="24"/>
        </w:rPr>
        <w:t>0</w:t>
      </w:r>
      <w:r w:rsidR="00F2300E">
        <w:rPr>
          <w:rFonts w:cs="Calibri"/>
          <w:sz w:val="24"/>
        </w:rPr>
        <w:t>9</w:t>
      </w:r>
      <w:r w:rsidR="003702CD">
        <w:rPr>
          <w:rFonts w:cs="Calibri"/>
          <w:sz w:val="24"/>
        </w:rPr>
        <w:t>/08/2022</w:t>
      </w:r>
    </w:p>
    <w:p w14:paraId="19C24602" w14:textId="698ADEA2" w:rsidR="00DD6BA5" w:rsidRDefault="007F03B3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RFP Closing Date:</w:t>
      </w:r>
      <w:r>
        <w:rPr>
          <w:rFonts w:cs="Calibri"/>
          <w:sz w:val="24"/>
        </w:rPr>
        <w:tab/>
      </w:r>
      <w:r w:rsidR="00101361">
        <w:rPr>
          <w:rFonts w:cs="Calibri"/>
          <w:sz w:val="24"/>
        </w:rPr>
        <w:t>2</w:t>
      </w:r>
      <w:r w:rsidR="00F2300E">
        <w:rPr>
          <w:rFonts w:cs="Calibri"/>
          <w:sz w:val="24"/>
        </w:rPr>
        <w:t>3</w:t>
      </w:r>
      <w:r w:rsidR="003702CD">
        <w:rPr>
          <w:rFonts w:cs="Calibri"/>
          <w:sz w:val="24"/>
        </w:rPr>
        <w:t>/09/</w:t>
      </w:r>
      <w:r>
        <w:rPr>
          <w:rFonts w:cs="Calibri"/>
          <w:sz w:val="24"/>
        </w:rPr>
        <w:t>202</w:t>
      </w:r>
      <w:r w:rsidR="00B113F2">
        <w:rPr>
          <w:rFonts w:cs="Calibri"/>
          <w:sz w:val="24"/>
        </w:rPr>
        <w:t>2</w:t>
      </w:r>
    </w:p>
    <w:p w14:paraId="4D047073" w14:textId="77777777" w:rsidR="00DD6BA5" w:rsidRDefault="007F03B3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Procurement Title:</w:t>
      </w:r>
      <w:r>
        <w:rPr>
          <w:rFonts w:cs="Calibri"/>
          <w:sz w:val="24"/>
        </w:rPr>
        <w:tab/>
        <w:t>Request for Proposal (RFP) for [the construction of an extension to the existing building of the Obstetric Ward, Nawerewere.</w:t>
      </w:r>
    </w:p>
    <w:p w14:paraId="3E5ACEAF" w14:textId="77777777" w:rsidR="00DD6BA5" w:rsidRDefault="007F03B3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>
        <w:rPr>
          <w:rFonts w:ascii="Calibri" w:hAnsi="Calibri" w:cs="Calibri"/>
        </w:rPr>
        <w:t xml:space="preserve">This RFP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>
        <w:rPr>
          <w:rFonts w:ascii="Calibri" w:hAnsi="Calibri" w:cs="Calibri"/>
          <w:lang w:val="en-GB"/>
        </w:rPr>
        <w:t>documents</w:t>
      </w:r>
      <w:r>
        <w:rPr>
          <w:rFonts w:ascii="Calibri" w:hAnsi="Calibri" w:cs="Calibri"/>
        </w:rPr>
        <w:t>, in addition to this letter, in separate files</w:t>
      </w:r>
      <w:r>
        <w:rPr>
          <w:rFonts w:ascii="Calibri" w:hAnsi="Calibri" w:cs="Calibri" w:hint="eastAsia"/>
          <w:lang w:eastAsia="ko-KR"/>
        </w:rPr>
        <w:t>:</w:t>
      </w:r>
    </w:p>
    <w:p w14:paraId="3CB7E06C" w14:textId="77777777" w:rsidR="00DD6BA5" w:rsidRDefault="007F03B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Instructions on how to submit the Proposal</w:t>
      </w:r>
    </w:p>
    <w:p w14:paraId="752968B2" w14:textId="77777777" w:rsidR="00DD6BA5" w:rsidRDefault="007F03B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RFP/procurement process</w:t>
      </w:r>
    </w:p>
    <w:p w14:paraId="50A27038" w14:textId="77777777" w:rsidR="00DD6BA5" w:rsidRDefault="007F03B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Specification of </w:t>
      </w:r>
      <w:r>
        <w:rPr>
          <w:rFonts w:ascii="Calibri" w:hAnsi="Calibri" w:cs="Calibri"/>
          <w:b/>
        </w:rPr>
        <w:t>Works to be executed</w:t>
      </w:r>
    </w:p>
    <w:p w14:paraId="02B8026B" w14:textId="77777777" w:rsidR="00DD6BA5" w:rsidRDefault="007F03B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Evaluation Criteria and Method</w:t>
      </w:r>
    </w:p>
    <w:p w14:paraId="68416FD3" w14:textId="77777777" w:rsidR="00DD6BA5" w:rsidRDefault="007F03B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Specific Contract Conditions for the Supply of Works</w:t>
      </w:r>
    </w:p>
    <w:p w14:paraId="316BF142" w14:textId="77777777" w:rsidR="00DD6BA5" w:rsidRDefault="007F03B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General Contract Conditions for the Supply of Works</w:t>
      </w:r>
    </w:p>
    <w:p w14:paraId="15134845" w14:textId="77777777" w:rsidR="00DD6BA5" w:rsidRDefault="007F03B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Certificate of Compliance Form</w:t>
      </w:r>
    </w:p>
    <w:p w14:paraId="1FC849FF" w14:textId="77777777" w:rsidR="00DD6BA5" w:rsidRDefault="007F03B3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>A Contractor will be selected based on the competitive procurement procedure described in this RFP.</w:t>
      </w:r>
    </w:p>
    <w:p w14:paraId="61CB87B0" w14:textId="77777777" w:rsidR="00DD6BA5" w:rsidRDefault="007F03B3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Sincerely,</w:t>
      </w:r>
    </w:p>
    <w:p w14:paraId="582152C9" w14:textId="77777777" w:rsidR="00DD6BA5" w:rsidRDefault="00DD6BA5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</w:p>
    <w:p w14:paraId="1171DFC9" w14:textId="77777777" w:rsidR="00DD6BA5" w:rsidRDefault="00B113F2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  <w:r w:rsidRPr="002720AF">
        <w:rPr>
          <w:noProof/>
          <w:sz w:val="20"/>
          <w:szCs w:val="20"/>
        </w:rPr>
        <w:drawing>
          <wp:inline distT="0" distB="0" distL="0" distR="0" wp14:anchorId="0B9FA4E5" wp14:editId="06858C62">
            <wp:extent cx="845820" cy="396240"/>
            <wp:effectExtent l="0" t="0" r="0" b="3810"/>
            <wp:docPr id="1" name="Picture 1" descr="Kurina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urinati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2D1AC" w14:textId="77777777" w:rsidR="00DD6BA5" w:rsidRDefault="00B113F2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eastAsia="ko-KR"/>
        </w:rPr>
      </w:pPr>
      <w:r>
        <w:rPr>
          <w:rFonts w:ascii="Calibri" w:hAnsi="Calibri" w:cs="Calibri"/>
          <w:lang w:eastAsia="ko-KR"/>
        </w:rPr>
        <w:t>Ema Nauan</w:t>
      </w:r>
      <w:r w:rsidR="007F03B3">
        <w:rPr>
          <w:rFonts w:ascii="Calibri" w:hAnsi="Calibri" w:cs="Calibri"/>
          <w:lang w:eastAsia="ko-KR"/>
        </w:rPr>
        <w:br/>
        <w:t>OIC, MHMS</w:t>
      </w:r>
    </w:p>
    <w:p w14:paraId="7952A167" w14:textId="77777777" w:rsidR="00DD6BA5" w:rsidRDefault="007F03B3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</w:pPr>
      <w:r>
        <w:rPr>
          <w:rFonts w:ascii="Calibri" w:hAnsi="Calibri" w:cs="Calibri"/>
          <w:lang w:eastAsia="ko-KR"/>
        </w:rPr>
        <w:t xml:space="preserve">Official email address: </w:t>
      </w:r>
      <w:hyperlink r:id="rId13" w:history="1">
        <w:r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  <w:r>
        <w:t xml:space="preserve"> </w:t>
      </w:r>
      <w:r>
        <w:rPr>
          <w:i/>
        </w:rPr>
        <w:t>(or another dedicated email address)</w:t>
      </w:r>
    </w:p>
    <w:p w14:paraId="7206D82A" w14:textId="77777777" w:rsidR="00DD6BA5" w:rsidRDefault="007F03B3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>
        <w:rPr>
          <w:i/>
          <w:color w:val="FF0000"/>
          <w:lang w:eastAsia="ko-KR"/>
        </w:rPr>
        <w:t>*</w:t>
      </w:r>
      <w:r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4" w:history="1"/>
      <w:r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DD6BA5">
      <w:headerReference w:type="default" r:id="rId15"/>
      <w:footerReference w:type="default" r:id="rId16"/>
      <w:headerReference w:type="first" r:id="rId17"/>
      <w:type w:val="oddPage"/>
      <w:pgSz w:w="11907" w:h="1683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C3A63" w14:textId="77777777" w:rsidR="00744F6B" w:rsidRDefault="00744F6B">
      <w:r>
        <w:separator/>
      </w:r>
    </w:p>
  </w:endnote>
  <w:endnote w:type="continuationSeparator" w:id="0">
    <w:p w14:paraId="2457B4AE" w14:textId="77777777" w:rsidR="00744F6B" w:rsidRDefault="0074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B6FB5" w14:textId="77777777" w:rsidR="00DD6BA5" w:rsidRDefault="007F03B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B113F2" w:rsidRPr="00B113F2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B113F2" w:rsidRPr="00B113F2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18B93C30" w14:textId="71F24A46" w:rsidR="00DD6BA5" w:rsidRDefault="007F03B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01361">
      <w:rPr>
        <w:noProof/>
      </w:rPr>
      <w:t>2022-08-11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5BDF9" w14:textId="77777777" w:rsidR="00744F6B" w:rsidRDefault="00744F6B">
      <w:r>
        <w:separator/>
      </w:r>
    </w:p>
  </w:footnote>
  <w:footnote w:type="continuationSeparator" w:id="0">
    <w:p w14:paraId="4214862F" w14:textId="77777777" w:rsidR="00744F6B" w:rsidRDefault="00744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C351E" w14:textId="77777777" w:rsidR="00DD6BA5" w:rsidRDefault="007F03B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445EA143" wp14:editId="7D5D6FB6">
          <wp:extent cx="590550" cy="645795"/>
          <wp:effectExtent l="0" t="0" r="0" b="1905"/>
          <wp:docPr id="4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>
      <w:rPr>
        <w:rStyle w:val="Strong"/>
      </w:rPr>
      <w:t>RFP-MXXX</w:t>
    </w:r>
    <w:r>
      <w:rPr>
        <w:rStyle w:val="Strong"/>
        <w:rFonts w:hint="eastAsia"/>
      </w:rPr>
      <w:t>-</w:t>
    </w:r>
    <w:r>
      <w:rPr>
        <w:rStyle w:val="Strong"/>
      </w:rPr>
      <w:t>2020-000</w:t>
    </w:r>
    <w:r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95229" w14:textId="77777777" w:rsidR="00DD6BA5" w:rsidRDefault="007F03B3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GGGI Country Program Development             RFP-2011-003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04A1DE2B" w14:textId="77777777" w:rsidR="00DD6BA5" w:rsidRDefault="00DD6B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75F63490"/>
    <w:multiLevelType w:val="multilevel"/>
    <w:tmpl w:val="75F634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1518227990">
    <w:abstractNumId w:val="0"/>
  </w:num>
  <w:num w:numId="2" w16cid:durableId="119957770">
    <w:abstractNumId w:val="2"/>
  </w:num>
  <w:num w:numId="3" w16cid:durableId="1836335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C4E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B95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0F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49A"/>
    <w:rsid w:val="000F2E9C"/>
    <w:rsid w:val="000F35EF"/>
    <w:rsid w:val="000F37A9"/>
    <w:rsid w:val="000F6CD5"/>
    <w:rsid w:val="001005AB"/>
    <w:rsid w:val="00100FB5"/>
    <w:rsid w:val="00101361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4F7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5541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48B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3B5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26C3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EA2"/>
    <w:rsid w:val="00355FCB"/>
    <w:rsid w:val="0035782F"/>
    <w:rsid w:val="003609F0"/>
    <w:rsid w:val="0036348D"/>
    <w:rsid w:val="00364574"/>
    <w:rsid w:val="0036480C"/>
    <w:rsid w:val="00365432"/>
    <w:rsid w:val="00366238"/>
    <w:rsid w:val="00366603"/>
    <w:rsid w:val="00367422"/>
    <w:rsid w:val="003702CD"/>
    <w:rsid w:val="00370BCF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549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9F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0EEB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4E92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5B1E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0C77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740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61A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0ED4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9F3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C7B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7F7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C7B"/>
    <w:rsid w:val="00733E7F"/>
    <w:rsid w:val="00734102"/>
    <w:rsid w:val="00734F56"/>
    <w:rsid w:val="0073516E"/>
    <w:rsid w:val="00735B25"/>
    <w:rsid w:val="007376ED"/>
    <w:rsid w:val="00737898"/>
    <w:rsid w:val="007403C6"/>
    <w:rsid w:val="00741DDD"/>
    <w:rsid w:val="007427F0"/>
    <w:rsid w:val="00742F59"/>
    <w:rsid w:val="00744871"/>
    <w:rsid w:val="00744DA8"/>
    <w:rsid w:val="00744F6B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07BE"/>
    <w:rsid w:val="00763283"/>
    <w:rsid w:val="00764719"/>
    <w:rsid w:val="00764C19"/>
    <w:rsid w:val="00765D08"/>
    <w:rsid w:val="007670DB"/>
    <w:rsid w:val="00770897"/>
    <w:rsid w:val="00770F31"/>
    <w:rsid w:val="007737EB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B7E52"/>
    <w:rsid w:val="007C074C"/>
    <w:rsid w:val="007C0D3A"/>
    <w:rsid w:val="007C11EA"/>
    <w:rsid w:val="007C4FED"/>
    <w:rsid w:val="007C520A"/>
    <w:rsid w:val="007C5C8F"/>
    <w:rsid w:val="007C7ACF"/>
    <w:rsid w:val="007D332C"/>
    <w:rsid w:val="007D3B02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03B3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CF7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264C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631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DAA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668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3F2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1E3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2A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9D3"/>
    <w:rsid w:val="00CE2D8E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36A2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762"/>
    <w:rsid w:val="00DC6B1B"/>
    <w:rsid w:val="00DC6DEE"/>
    <w:rsid w:val="00DD1099"/>
    <w:rsid w:val="00DD271F"/>
    <w:rsid w:val="00DD46D5"/>
    <w:rsid w:val="00DD5C39"/>
    <w:rsid w:val="00DD5C4C"/>
    <w:rsid w:val="00DD62BA"/>
    <w:rsid w:val="00DD6BA5"/>
    <w:rsid w:val="00DE395D"/>
    <w:rsid w:val="00DE4879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01A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3E39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9730A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491F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00E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51EA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30CC"/>
    <w:rsid w:val="00FB49AD"/>
    <w:rsid w:val="00FB5202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03C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274A4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930EC8"/>
  <w15:docId w15:val="{4059B92B-7446-4ADA-BFD5-6B5AC77B2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KI" w:eastAsia="en-K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qFormat="1"/>
    <w:lsdException w:name="annotation text" w:uiPriority="99" w:unhideWhenUsed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uiPriority="99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pPr>
      <w:ind w:left="720"/>
    </w:p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link w:val="PlainTextChar"/>
    <w:unhideWhenUsed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pPr>
      <w:spacing w:after="360"/>
    </w:pPr>
  </w:style>
  <w:style w:type="paragraph" w:customStyle="1" w:styleId="TextBox">
    <w:name w:val="Text Box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Pr>
      <w:sz w:val="24"/>
      <w:lang w:eastAsia="en-US"/>
    </w:rPr>
  </w:style>
  <w:style w:type="character" w:customStyle="1" w:styleId="Heading1Char">
    <w:name w:val="Heading 1 Char"/>
    <w:link w:val="Heading1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Pr>
      <w:sz w:val="24"/>
    </w:rPr>
  </w:style>
  <w:style w:type="character" w:customStyle="1" w:styleId="FootnoteTextChar">
    <w:name w:val="Footnote Text Char"/>
    <w:link w:val="FootnoteText"/>
    <w:semiHidden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</w:style>
  <w:style w:type="character" w:customStyle="1" w:styleId="FooterChar">
    <w:name w:val="Footer Char"/>
    <w:link w:val="Footer"/>
    <w:uiPriority w:val="99"/>
    <w:rPr>
      <w:sz w:val="24"/>
    </w:rPr>
  </w:style>
  <w:style w:type="character" w:customStyle="1" w:styleId="BodyTextIndentChar">
    <w:name w:val="Body Text Indent Char"/>
    <w:link w:val="BodyTextIndent"/>
    <w:rPr>
      <w:sz w:val="24"/>
    </w:rPr>
  </w:style>
  <w:style w:type="character" w:customStyle="1" w:styleId="PlainTextChar">
    <w:name w:val="Plain Text Char"/>
    <w:link w:val="PlainText"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rPr>
      <w:sz w:val="16"/>
      <w:szCs w:val="16"/>
    </w:rPr>
  </w:style>
  <w:style w:type="paragraph" w:customStyle="1" w:styleId="a">
    <w:name w:val="선그리기"/>
    <w:basedOn w:val="Normal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pPr>
      <w:numPr>
        <w:ilvl w:val="1"/>
      </w:numPr>
    </w:pPr>
  </w:style>
  <w:style w:type="paragraph" w:customStyle="1" w:styleId="03opensquarebullet">
    <w:name w:val="03 open square bullet"/>
    <w:basedOn w:val="02dash"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pPr>
      <w:numPr>
        <w:ilvl w:val="3"/>
      </w:numPr>
    </w:pPr>
  </w:style>
  <w:style w:type="paragraph" w:customStyle="1" w:styleId="05number1">
    <w:name w:val="05 number/1"/>
    <w:basedOn w:val="Normal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</w:style>
  <w:style w:type="paragraph" w:customStyle="1" w:styleId="StyleHeading4BodyCalibri">
    <w:name w:val="Style Heading 4 + +Body (Calibri)"/>
    <w:basedOn w:val="Heading4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rocurement@mfep.gov.k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gggi@leek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8FE030D-0540-41B4-B12E-015D2D3A4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4</cp:revision>
  <cp:lastPrinted>2019-09-11T22:43:00Z</cp:lastPrinted>
  <dcterms:created xsi:type="dcterms:W3CDTF">2022-08-08T03:30:00Z</dcterms:created>
  <dcterms:modified xsi:type="dcterms:W3CDTF">2022-08-11T01:53:00Z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1033-11.2.0.10114</vt:lpwstr>
  </property>
</Properties>
</file>